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42"/>
        <w:tblW w:w="0" w:type="auto"/>
        <w:tblLook w:val="01E0" w:firstRow="1" w:lastRow="1" w:firstColumn="1" w:lastColumn="1" w:noHBand="0" w:noVBand="0"/>
      </w:tblPr>
      <w:tblGrid>
        <w:gridCol w:w="1965"/>
        <w:gridCol w:w="7661"/>
        <w:gridCol w:w="13"/>
      </w:tblGrid>
      <w:tr w:rsidR="003B7DF9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9725AE" w:rsidRDefault="003B7DF9" w:rsidP="00AD4CCC"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AD4CCC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3B7DF9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AD4CCC">
            <w:pPr>
              <w:rPr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8D17F9" w:rsidP="006A637F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="003B7DF9" w:rsidRPr="00AD4CCC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AD4CCC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AD4C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A637F">
              <w:rPr>
                <w:rFonts w:ascii="Arial" w:hAnsi="Arial" w:cs="Arial"/>
                <w:sz w:val="18"/>
                <w:szCs w:val="18"/>
              </w:rPr>
              <w:t>63</w:t>
            </w:r>
          </w:p>
        </w:tc>
      </w:tr>
      <w:tr w:rsidR="003B7DF9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Date of Scan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Ward/</w:t>
            </w:r>
            <w:proofErr w:type="spellStart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Dept</w:t>
            </w:r>
            <w:proofErr w:type="spellEnd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Referring Doctor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6A63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6A637F" w:rsidP="006A637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Right leg claudication symptoms. GP ABPI was 0.6. For repeat +/- duplex.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9740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6A637F" w:rsidP="00AD4CCC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59055</wp:posOffset>
                      </wp:positionV>
                      <wp:extent cx="5637530" cy="5010785"/>
                      <wp:effectExtent l="14605" t="8890" r="5715" b="0"/>
                      <wp:wrapNone/>
                      <wp:docPr id="34" name="Group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5637530" cy="5010785"/>
                                <a:chOff x="1470" y="3396"/>
                                <a:chExt cx="8878" cy="7891"/>
                              </a:xfrm>
                            </wpg:grpSpPr>
                            <wps:wsp>
                              <wps:cNvPr id="35" name="Freeform 35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357" y="10035"/>
                                  <a:ext cx="161" cy="307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57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098" y="5837"/>
                                  <a:ext cx="1010" cy="925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58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499" y="6756"/>
                                  <a:ext cx="531" cy="77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5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79" y="7364"/>
                                  <a:ext cx="1161" cy="3054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6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438" y="6880"/>
                                  <a:ext cx="1158" cy="3369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6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032" y="4064"/>
                                  <a:ext cx="1313" cy="6831"/>
                                </a:xfrm>
                                <a:custGeom>
                                  <a:avLst/>
                                  <a:gdLst>
                                    <a:gd name="T0" fmla="*/ 269 w 1094"/>
                                    <a:gd name="T1" fmla="*/ 490 h 5688"/>
                                    <a:gd name="T2" fmla="*/ 203 w 1094"/>
                                    <a:gd name="T3" fmla="*/ 28 h 5688"/>
                                    <a:gd name="T4" fmla="*/ 509 w 1094"/>
                                    <a:gd name="T5" fmla="*/ 658 h 5688"/>
                                    <a:gd name="T6" fmla="*/ 893 w 1094"/>
                                    <a:gd name="T7" fmla="*/ 1600 h 5688"/>
                                    <a:gd name="T8" fmla="*/ 1037 w 1094"/>
                                    <a:gd name="T9" fmla="*/ 2086 h 5688"/>
                                    <a:gd name="T10" fmla="*/ 1087 w 1094"/>
                                    <a:gd name="T11" fmla="*/ 2717 h 5688"/>
                                    <a:gd name="T12" fmla="*/ 994 w 1094"/>
                                    <a:gd name="T13" fmla="*/ 3005 h 5688"/>
                                    <a:gd name="T14" fmla="*/ 778 w 1094"/>
                                    <a:gd name="T15" fmla="*/ 3281 h 5688"/>
                                    <a:gd name="T16" fmla="*/ 595 w 1094"/>
                                    <a:gd name="T17" fmla="*/ 3740 h 5688"/>
                                    <a:gd name="T18" fmla="*/ 439 w 1094"/>
                                    <a:gd name="T19" fmla="*/ 4407 h 5688"/>
                                    <a:gd name="T20" fmla="*/ 171 w 1094"/>
                                    <a:gd name="T21" fmla="*/ 5060 h 5688"/>
                                    <a:gd name="T22" fmla="*/ 39 w 1094"/>
                                    <a:gd name="T23" fmla="*/ 5384 h 5688"/>
                                    <a:gd name="T24" fmla="*/ 10 w 1094"/>
                                    <a:gd name="T25" fmla="*/ 5561 h 5688"/>
                                    <a:gd name="T26" fmla="*/ 99 w 1094"/>
                                    <a:gd name="T27" fmla="*/ 5688 h 5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4" h="5688">
                                      <a:moveTo>
                                        <a:pt x="269" y="490"/>
                                      </a:moveTo>
                                      <a:cubicBezTo>
                                        <a:pt x="258" y="413"/>
                                        <a:pt x="163" y="0"/>
                                        <a:pt x="203" y="28"/>
                                      </a:cubicBezTo>
                                      <a:cubicBezTo>
                                        <a:pt x="243" y="56"/>
                                        <a:pt x="394" y="396"/>
                                        <a:pt x="509" y="658"/>
                                      </a:cubicBezTo>
                                      <a:cubicBezTo>
                                        <a:pt x="624" y="920"/>
                                        <a:pt x="805" y="1362"/>
                                        <a:pt x="893" y="1600"/>
                                      </a:cubicBezTo>
                                      <a:cubicBezTo>
                                        <a:pt x="981" y="1838"/>
                                        <a:pt x="1005" y="1900"/>
                                        <a:pt x="1037" y="2086"/>
                                      </a:cubicBezTo>
                                      <a:cubicBezTo>
                                        <a:pt x="1069" y="2272"/>
                                        <a:pt x="1094" y="2564"/>
                                        <a:pt x="1087" y="2717"/>
                                      </a:cubicBezTo>
                                      <a:cubicBezTo>
                                        <a:pt x="1080" y="2870"/>
                                        <a:pt x="1045" y="2911"/>
                                        <a:pt x="994" y="3005"/>
                                      </a:cubicBezTo>
                                      <a:cubicBezTo>
                                        <a:pt x="943" y="3099"/>
                                        <a:pt x="844" y="3159"/>
                                        <a:pt x="778" y="3281"/>
                                      </a:cubicBezTo>
                                      <a:cubicBezTo>
                                        <a:pt x="712" y="3403"/>
                                        <a:pt x="651" y="3552"/>
                                        <a:pt x="595" y="3740"/>
                                      </a:cubicBezTo>
                                      <a:cubicBezTo>
                                        <a:pt x="539" y="3928"/>
                                        <a:pt x="510" y="4187"/>
                                        <a:pt x="439" y="4407"/>
                                      </a:cubicBezTo>
                                      <a:cubicBezTo>
                                        <a:pt x="368" y="4627"/>
                                        <a:pt x="238" y="4897"/>
                                        <a:pt x="171" y="5060"/>
                                      </a:cubicBezTo>
                                      <a:cubicBezTo>
                                        <a:pt x="104" y="5223"/>
                                        <a:pt x="66" y="5301"/>
                                        <a:pt x="39" y="5384"/>
                                      </a:cubicBezTo>
                                      <a:cubicBezTo>
                                        <a:pt x="12" y="5467"/>
                                        <a:pt x="0" y="5510"/>
                                        <a:pt x="10" y="5561"/>
                                      </a:cubicBezTo>
                                      <a:cubicBezTo>
                                        <a:pt x="20" y="5612"/>
                                        <a:pt x="81" y="5662"/>
                                        <a:pt x="99" y="56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6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637" y="4725"/>
                                  <a:ext cx="1886" cy="922"/>
                                </a:xfrm>
                                <a:custGeom>
                                  <a:avLst/>
                                  <a:gdLst>
                                    <a:gd name="T0" fmla="*/ 1769 w 1886"/>
                                    <a:gd name="T1" fmla="*/ 273 h 922"/>
                                    <a:gd name="T2" fmla="*/ 1877 w 1886"/>
                                    <a:gd name="T3" fmla="*/ 39 h 922"/>
                                    <a:gd name="T4" fmla="*/ 1715 w 1886"/>
                                    <a:gd name="T5" fmla="*/ 39 h 922"/>
                                    <a:gd name="T6" fmla="*/ 1344 w 1886"/>
                                    <a:gd name="T7" fmla="*/ 132 h 922"/>
                                    <a:gd name="T8" fmla="*/ 756 w 1886"/>
                                    <a:gd name="T9" fmla="*/ 325 h 922"/>
                                    <a:gd name="T10" fmla="*/ 430 w 1886"/>
                                    <a:gd name="T11" fmla="*/ 568 h 922"/>
                                    <a:gd name="T12" fmla="*/ 0 w 1886"/>
                                    <a:gd name="T13" fmla="*/ 922 h 9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86" h="922">
                                      <a:moveTo>
                                        <a:pt x="1769" y="273"/>
                                      </a:moveTo>
                                      <a:cubicBezTo>
                                        <a:pt x="1786" y="234"/>
                                        <a:pt x="1886" y="78"/>
                                        <a:pt x="1877" y="39"/>
                                      </a:cubicBezTo>
                                      <a:cubicBezTo>
                                        <a:pt x="1868" y="0"/>
                                        <a:pt x="1804" y="24"/>
                                        <a:pt x="1715" y="39"/>
                                      </a:cubicBezTo>
                                      <a:cubicBezTo>
                                        <a:pt x="1626" y="54"/>
                                        <a:pt x="1504" y="84"/>
                                        <a:pt x="1344" y="132"/>
                                      </a:cubicBezTo>
                                      <a:cubicBezTo>
                                        <a:pt x="1184" y="180"/>
                                        <a:pt x="909" y="252"/>
                                        <a:pt x="756" y="325"/>
                                      </a:cubicBezTo>
                                      <a:cubicBezTo>
                                        <a:pt x="604" y="398"/>
                                        <a:pt x="556" y="468"/>
                                        <a:pt x="430" y="568"/>
                                      </a:cubicBezTo>
                                      <a:cubicBezTo>
                                        <a:pt x="303" y="667"/>
                                        <a:pt x="88" y="848"/>
                                        <a:pt x="0" y="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363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972" y="3952"/>
                                  <a:ext cx="581" cy="714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36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776" y="5456"/>
                                  <a:ext cx="221" cy="991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36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27" y="5626"/>
                                  <a:ext cx="185" cy="123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36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581" y="6227"/>
                                  <a:ext cx="277" cy="1091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367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177" y="4558"/>
                                  <a:ext cx="1199" cy="738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rnd" cmpd="sng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3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3480"/>
                                  <a:ext cx="6998" cy="6597"/>
                                </a:xfrm>
                                <a:custGeom>
                                  <a:avLst/>
                                  <a:gdLst>
                                    <a:gd name="T0" fmla="*/ 0 w 6998"/>
                                    <a:gd name="T1" fmla="*/ 0 h 6597"/>
                                    <a:gd name="T2" fmla="*/ 108 w 6998"/>
                                    <a:gd name="T3" fmla="*/ 312 h 6597"/>
                                    <a:gd name="T4" fmla="*/ 252 w 6998"/>
                                    <a:gd name="T5" fmla="*/ 594 h 6597"/>
                                    <a:gd name="T6" fmla="*/ 504 w 6998"/>
                                    <a:gd name="T7" fmla="*/ 836 h 6597"/>
                                    <a:gd name="T8" fmla="*/ 856 w 6998"/>
                                    <a:gd name="T9" fmla="*/ 1012 h 6597"/>
                                    <a:gd name="T10" fmla="*/ 1396 w 6998"/>
                                    <a:gd name="T11" fmla="*/ 1171 h 6597"/>
                                    <a:gd name="T12" fmla="*/ 1969 w 6998"/>
                                    <a:gd name="T13" fmla="*/ 1349 h 6597"/>
                                    <a:gd name="T14" fmla="*/ 2551 w 6998"/>
                                    <a:gd name="T15" fmla="*/ 1582 h 6597"/>
                                    <a:gd name="T16" fmla="*/ 3374 w 6998"/>
                                    <a:gd name="T17" fmla="*/ 1955 h 6597"/>
                                    <a:gd name="T18" fmla="*/ 4301 w 6998"/>
                                    <a:gd name="T19" fmla="*/ 2454 h 6597"/>
                                    <a:gd name="T20" fmla="*/ 4824 w 6998"/>
                                    <a:gd name="T21" fmla="*/ 2795 h 6597"/>
                                    <a:gd name="T22" fmla="*/ 5215 w 6998"/>
                                    <a:gd name="T23" fmla="*/ 3182 h 6597"/>
                                    <a:gd name="T24" fmla="*/ 5427 w 6998"/>
                                    <a:gd name="T25" fmla="*/ 3400 h 6597"/>
                                    <a:gd name="T26" fmla="*/ 5913 w 6998"/>
                                    <a:gd name="T27" fmla="*/ 3743 h 6597"/>
                                    <a:gd name="T28" fmla="*/ 6183 w 6998"/>
                                    <a:gd name="T29" fmla="*/ 4242 h 6597"/>
                                    <a:gd name="T30" fmla="*/ 6451 w 6998"/>
                                    <a:gd name="T31" fmla="*/ 5287 h 6597"/>
                                    <a:gd name="T32" fmla="*/ 6630 w 6998"/>
                                    <a:gd name="T33" fmla="*/ 6003 h 6597"/>
                                    <a:gd name="T34" fmla="*/ 6768 w 6998"/>
                                    <a:gd name="T35" fmla="*/ 6301 h 6597"/>
                                    <a:gd name="T36" fmla="*/ 6998 w 6998"/>
                                    <a:gd name="T37" fmla="*/ 6597 h 65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6998" h="6597">
                                      <a:moveTo>
                                        <a:pt x="0" y="0"/>
                                      </a:moveTo>
                                      <a:cubicBezTo>
                                        <a:pt x="20" y="52"/>
                                        <a:pt x="66" y="213"/>
                                        <a:pt x="108" y="312"/>
                                      </a:cubicBezTo>
                                      <a:cubicBezTo>
                                        <a:pt x="150" y="411"/>
                                        <a:pt x="186" y="507"/>
                                        <a:pt x="252" y="594"/>
                                      </a:cubicBezTo>
                                      <a:cubicBezTo>
                                        <a:pt x="318" y="681"/>
                                        <a:pt x="403" y="766"/>
                                        <a:pt x="504" y="836"/>
                                      </a:cubicBezTo>
                                      <a:cubicBezTo>
                                        <a:pt x="605" y="906"/>
                                        <a:pt x="707" y="956"/>
                                        <a:pt x="856" y="1012"/>
                                      </a:cubicBezTo>
                                      <a:cubicBezTo>
                                        <a:pt x="1005" y="1068"/>
                                        <a:pt x="1211" y="1115"/>
                                        <a:pt x="1396" y="1171"/>
                                      </a:cubicBezTo>
                                      <a:cubicBezTo>
                                        <a:pt x="1581" y="1227"/>
                                        <a:pt x="1775" y="1280"/>
                                        <a:pt x="1969" y="1349"/>
                                      </a:cubicBezTo>
                                      <a:cubicBezTo>
                                        <a:pt x="2161" y="1417"/>
                                        <a:pt x="2317" y="1481"/>
                                        <a:pt x="2551" y="1582"/>
                                      </a:cubicBezTo>
                                      <a:cubicBezTo>
                                        <a:pt x="2786" y="1684"/>
                                        <a:pt x="3082" y="1810"/>
                                        <a:pt x="3374" y="1955"/>
                                      </a:cubicBezTo>
                                      <a:cubicBezTo>
                                        <a:pt x="3664" y="2101"/>
                                        <a:pt x="4059" y="2314"/>
                                        <a:pt x="4301" y="2454"/>
                                      </a:cubicBezTo>
                                      <a:cubicBezTo>
                                        <a:pt x="4543" y="2594"/>
                                        <a:pt x="4671" y="2674"/>
                                        <a:pt x="4824" y="2795"/>
                                      </a:cubicBezTo>
                                      <a:cubicBezTo>
                                        <a:pt x="4976" y="2917"/>
                                        <a:pt x="5114" y="3081"/>
                                        <a:pt x="5215" y="3182"/>
                                      </a:cubicBezTo>
                                      <a:cubicBezTo>
                                        <a:pt x="5316" y="3283"/>
                                        <a:pt x="5310" y="3306"/>
                                        <a:pt x="5427" y="3400"/>
                                      </a:cubicBezTo>
                                      <a:cubicBezTo>
                                        <a:pt x="5543" y="3493"/>
                                        <a:pt x="5787" y="3603"/>
                                        <a:pt x="5913" y="3743"/>
                                      </a:cubicBezTo>
                                      <a:cubicBezTo>
                                        <a:pt x="6040" y="3884"/>
                                        <a:pt x="6093" y="3984"/>
                                        <a:pt x="6183" y="4242"/>
                                      </a:cubicBezTo>
                                      <a:cubicBezTo>
                                        <a:pt x="6272" y="4499"/>
                                        <a:pt x="6377" y="4994"/>
                                        <a:pt x="6451" y="5287"/>
                                      </a:cubicBezTo>
                                      <a:cubicBezTo>
                                        <a:pt x="6526" y="5581"/>
                                        <a:pt x="6577" y="5834"/>
                                        <a:pt x="6630" y="6003"/>
                                      </a:cubicBezTo>
                                      <a:cubicBezTo>
                                        <a:pt x="6683" y="6173"/>
                                        <a:pt x="6707" y="6202"/>
                                        <a:pt x="6768" y="6301"/>
                                      </a:cubicBezTo>
                                      <a:cubicBezTo>
                                        <a:pt x="6829" y="6401"/>
                                        <a:pt x="6950" y="6536"/>
                                        <a:pt x="6998" y="6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36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9883" y="10500"/>
                                  <a:ext cx="279" cy="166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37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595" y="10612"/>
                                  <a:ext cx="681" cy="675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37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10125" y="10553"/>
                                  <a:ext cx="119" cy="63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3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5" y="3396"/>
                                  <a:ext cx="6713" cy="7680"/>
                                </a:xfrm>
                                <a:custGeom>
                                  <a:avLst/>
                                  <a:gdLst>
                                    <a:gd name="T0" fmla="*/ 165 w 6715"/>
                                    <a:gd name="T1" fmla="*/ 2690 h 7680"/>
                                    <a:gd name="T2" fmla="*/ 764 w 6715"/>
                                    <a:gd name="T3" fmla="*/ 2976 h 7680"/>
                                    <a:gd name="T4" fmla="*/ 1201 w 6715"/>
                                    <a:gd name="T5" fmla="*/ 3045 h 7680"/>
                                    <a:gd name="T6" fmla="*/ 1879 w 6715"/>
                                    <a:gd name="T7" fmla="*/ 3204 h 7680"/>
                                    <a:gd name="T8" fmla="*/ 2303 w 6715"/>
                                    <a:gd name="T9" fmla="*/ 3282 h 7680"/>
                                    <a:gd name="T10" fmla="*/ 2726 w 6715"/>
                                    <a:gd name="T11" fmla="*/ 3472 h 7680"/>
                                    <a:gd name="T12" fmla="*/ 3043 w 6715"/>
                                    <a:gd name="T13" fmla="*/ 3638 h 7680"/>
                                    <a:gd name="T14" fmla="*/ 3096 w 6715"/>
                                    <a:gd name="T15" fmla="*/ 4000 h 7680"/>
                                    <a:gd name="T16" fmla="*/ 3185 w 6715"/>
                                    <a:gd name="T17" fmla="*/ 4573 h 7680"/>
                                    <a:gd name="T18" fmla="*/ 3393 w 6715"/>
                                    <a:gd name="T19" fmla="*/ 4971 h 7680"/>
                                    <a:gd name="T20" fmla="*/ 3659 w 6715"/>
                                    <a:gd name="T21" fmla="*/ 5351 h 7680"/>
                                    <a:gd name="T22" fmla="*/ 3991 w 6715"/>
                                    <a:gd name="T23" fmla="*/ 6004 h 7680"/>
                                    <a:gd name="T24" fmla="*/ 4255 w 6715"/>
                                    <a:gd name="T25" fmla="*/ 6515 h 7680"/>
                                    <a:gd name="T26" fmla="*/ 4309 w 6715"/>
                                    <a:gd name="T27" fmla="*/ 6942 h 7680"/>
                                    <a:gd name="T28" fmla="*/ 4273 w 6715"/>
                                    <a:gd name="T29" fmla="*/ 7256 h 7680"/>
                                    <a:gd name="T30" fmla="*/ 4399 w 6715"/>
                                    <a:gd name="T31" fmla="*/ 7450 h 7680"/>
                                    <a:gd name="T32" fmla="*/ 4721 w 6715"/>
                                    <a:gd name="T33" fmla="*/ 7519 h 7680"/>
                                    <a:gd name="T34" fmla="*/ 4946 w 6715"/>
                                    <a:gd name="T35" fmla="*/ 7518 h 7680"/>
                                    <a:gd name="T36" fmla="*/ 5126 w 6715"/>
                                    <a:gd name="T37" fmla="*/ 7508 h 7680"/>
                                    <a:gd name="T38" fmla="*/ 5557 w 6715"/>
                                    <a:gd name="T39" fmla="*/ 7607 h 7680"/>
                                    <a:gd name="T40" fmla="*/ 5791 w 6715"/>
                                    <a:gd name="T41" fmla="*/ 7624 h 7680"/>
                                    <a:gd name="T42" fmla="*/ 6077 w 6715"/>
                                    <a:gd name="T43" fmla="*/ 7677 h 7680"/>
                                    <a:gd name="T44" fmla="*/ 6319 w 6715"/>
                                    <a:gd name="T45" fmla="*/ 7605 h 7680"/>
                                    <a:gd name="T46" fmla="*/ 6442 w 6715"/>
                                    <a:gd name="T47" fmla="*/ 7482 h 7680"/>
                                    <a:gd name="T48" fmla="*/ 6547 w 6715"/>
                                    <a:gd name="T49" fmla="*/ 7452 h 7680"/>
                                    <a:gd name="T50" fmla="*/ 6694 w 6715"/>
                                    <a:gd name="T51" fmla="*/ 7290 h 7680"/>
                                    <a:gd name="T52" fmla="*/ 6675 w 6715"/>
                                    <a:gd name="T53" fmla="*/ 7145 h 7680"/>
                                    <a:gd name="T54" fmla="*/ 6501 w 6715"/>
                                    <a:gd name="T55" fmla="*/ 7150 h 7680"/>
                                    <a:gd name="T56" fmla="*/ 6363 w 6715"/>
                                    <a:gd name="T57" fmla="*/ 7192 h 7680"/>
                                    <a:gd name="T58" fmla="*/ 6214 w 6715"/>
                                    <a:gd name="T59" fmla="*/ 7212 h 7680"/>
                                    <a:gd name="T60" fmla="*/ 5953 w 6715"/>
                                    <a:gd name="T61" fmla="*/ 7103 h 7680"/>
                                    <a:gd name="T62" fmla="*/ 5582 w 6715"/>
                                    <a:gd name="T63" fmla="*/ 6842 h 7680"/>
                                    <a:gd name="T64" fmla="*/ 5332 w 6715"/>
                                    <a:gd name="T65" fmla="*/ 6656 h 7680"/>
                                    <a:gd name="T66" fmla="*/ 5042 w 6715"/>
                                    <a:gd name="T67" fmla="*/ 6156 h 7680"/>
                                    <a:gd name="T68" fmla="*/ 4833 w 6715"/>
                                    <a:gd name="T69" fmla="*/ 5483 h 7680"/>
                                    <a:gd name="T70" fmla="*/ 4658 w 6715"/>
                                    <a:gd name="T71" fmla="*/ 4671 h 7680"/>
                                    <a:gd name="T72" fmla="*/ 4342 w 6715"/>
                                    <a:gd name="T73" fmla="*/ 3713 h 7680"/>
                                    <a:gd name="T74" fmla="*/ 4233 w 6715"/>
                                    <a:gd name="T75" fmla="*/ 3315 h 7680"/>
                                    <a:gd name="T76" fmla="*/ 4139 w 6715"/>
                                    <a:gd name="T77" fmla="*/ 2735 h 7680"/>
                                    <a:gd name="T78" fmla="*/ 3999 w 6715"/>
                                    <a:gd name="T79" fmla="*/ 2401 h 7680"/>
                                    <a:gd name="T80" fmla="*/ 3747 w 6715"/>
                                    <a:gd name="T81" fmla="*/ 2235 h 7680"/>
                                    <a:gd name="T82" fmla="*/ 3229 w 6715"/>
                                    <a:gd name="T83" fmla="*/ 1899 h 7680"/>
                                    <a:gd name="T84" fmla="*/ 2669 w 6715"/>
                                    <a:gd name="T85" fmla="*/ 1579 h 7680"/>
                                    <a:gd name="T86" fmla="*/ 1973 w 6715"/>
                                    <a:gd name="T87" fmla="*/ 1280 h 7680"/>
                                    <a:gd name="T88" fmla="*/ 1296 w 6715"/>
                                    <a:gd name="T89" fmla="*/ 1059 h 7680"/>
                                    <a:gd name="T90" fmla="*/ 1085 w 6715"/>
                                    <a:gd name="T91" fmla="*/ 999 h 7680"/>
                                    <a:gd name="T92" fmla="*/ 923 w 6715"/>
                                    <a:gd name="T93" fmla="*/ 883 h 7680"/>
                                    <a:gd name="T94" fmla="*/ 715 w 6715"/>
                                    <a:gd name="T95" fmla="*/ 735 h 7680"/>
                                    <a:gd name="T96" fmla="*/ 408 w 6715"/>
                                    <a:gd name="T97" fmla="*/ 480 h 7680"/>
                                    <a:gd name="T98" fmla="*/ 156 w 6715"/>
                                    <a:gd name="T99" fmla="*/ 312 h 7680"/>
                                    <a:gd name="T100" fmla="*/ 0 w 6715"/>
                                    <a:gd name="T101" fmla="*/ 0 h 76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6715" h="7680">
                                      <a:moveTo>
                                        <a:pt x="165" y="2690"/>
                                      </a:moveTo>
                                      <a:cubicBezTo>
                                        <a:pt x="377" y="2805"/>
                                        <a:pt x="592" y="2917"/>
                                        <a:pt x="764" y="2976"/>
                                      </a:cubicBezTo>
                                      <a:cubicBezTo>
                                        <a:pt x="936" y="3035"/>
                                        <a:pt x="1016" y="3006"/>
                                        <a:pt x="1201" y="3045"/>
                                      </a:cubicBezTo>
                                      <a:cubicBezTo>
                                        <a:pt x="1387" y="3083"/>
                                        <a:pt x="1695" y="3165"/>
                                        <a:pt x="1879" y="3204"/>
                                      </a:cubicBezTo>
                                      <a:cubicBezTo>
                                        <a:pt x="2063" y="3244"/>
                                        <a:pt x="2161" y="3238"/>
                                        <a:pt x="2303" y="3282"/>
                                      </a:cubicBezTo>
                                      <a:cubicBezTo>
                                        <a:pt x="2444" y="3327"/>
                                        <a:pt x="2603" y="3413"/>
                                        <a:pt x="2726" y="3472"/>
                                      </a:cubicBezTo>
                                      <a:cubicBezTo>
                                        <a:pt x="2850" y="3531"/>
                                        <a:pt x="2982" y="3550"/>
                                        <a:pt x="3043" y="3638"/>
                                      </a:cubicBezTo>
                                      <a:cubicBezTo>
                                        <a:pt x="3104" y="3726"/>
                                        <a:pt x="3071" y="3845"/>
                                        <a:pt x="3096" y="4000"/>
                                      </a:cubicBezTo>
                                      <a:cubicBezTo>
                                        <a:pt x="3120" y="4156"/>
                                        <a:pt x="3135" y="4412"/>
                                        <a:pt x="3185" y="4573"/>
                                      </a:cubicBezTo>
                                      <a:cubicBezTo>
                                        <a:pt x="3235" y="4735"/>
                                        <a:pt x="3314" y="4841"/>
                                        <a:pt x="3393" y="4971"/>
                                      </a:cubicBezTo>
                                      <a:cubicBezTo>
                                        <a:pt x="3472" y="5101"/>
                                        <a:pt x="3559" y="5178"/>
                                        <a:pt x="3659" y="5351"/>
                                      </a:cubicBezTo>
                                      <a:cubicBezTo>
                                        <a:pt x="3759" y="5522"/>
                                        <a:pt x="3893" y="5810"/>
                                        <a:pt x="3991" y="6004"/>
                                      </a:cubicBezTo>
                                      <a:cubicBezTo>
                                        <a:pt x="4091" y="6199"/>
                                        <a:pt x="4201" y="6358"/>
                                        <a:pt x="4255" y="6515"/>
                                      </a:cubicBezTo>
                                      <a:cubicBezTo>
                                        <a:pt x="4307" y="6670"/>
                                        <a:pt x="4307" y="6819"/>
                                        <a:pt x="4309" y="6942"/>
                                      </a:cubicBezTo>
                                      <a:cubicBezTo>
                                        <a:pt x="4312" y="7065"/>
                                        <a:pt x="4258" y="7171"/>
                                        <a:pt x="4273" y="7256"/>
                                      </a:cubicBezTo>
                                      <a:cubicBezTo>
                                        <a:pt x="4287" y="7341"/>
                                        <a:pt x="4324" y="7406"/>
                                        <a:pt x="4399" y="7450"/>
                                      </a:cubicBezTo>
                                      <a:cubicBezTo>
                                        <a:pt x="4474" y="7494"/>
                                        <a:pt x="4629" y="7508"/>
                                        <a:pt x="4721" y="7519"/>
                                      </a:cubicBezTo>
                                      <a:cubicBezTo>
                                        <a:pt x="4812" y="7531"/>
                                        <a:pt x="4879" y="7520"/>
                                        <a:pt x="4946" y="7518"/>
                                      </a:cubicBezTo>
                                      <a:cubicBezTo>
                                        <a:pt x="5013" y="7517"/>
                                        <a:pt x="5024" y="7493"/>
                                        <a:pt x="5126" y="7508"/>
                                      </a:cubicBezTo>
                                      <a:cubicBezTo>
                                        <a:pt x="5228" y="7523"/>
                                        <a:pt x="5446" y="7586"/>
                                        <a:pt x="5557" y="7607"/>
                                      </a:cubicBezTo>
                                      <a:cubicBezTo>
                                        <a:pt x="5667" y="7626"/>
                                        <a:pt x="5704" y="7612"/>
                                        <a:pt x="5791" y="7624"/>
                                      </a:cubicBezTo>
                                      <a:cubicBezTo>
                                        <a:pt x="5878" y="7636"/>
                                        <a:pt x="5990" y="7680"/>
                                        <a:pt x="6077" y="7677"/>
                                      </a:cubicBezTo>
                                      <a:cubicBezTo>
                                        <a:pt x="6166" y="7673"/>
                                        <a:pt x="6257" y="7638"/>
                                        <a:pt x="6319" y="7605"/>
                                      </a:cubicBezTo>
                                      <a:cubicBezTo>
                                        <a:pt x="6379" y="7573"/>
                                        <a:pt x="6404" y="7509"/>
                                        <a:pt x="6442" y="7482"/>
                                      </a:cubicBezTo>
                                      <a:cubicBezTo>
                                        <a:pt x="6479" y="7457"/>
                                        <a:pt x="6505" y="7483"/>
                                        <a:pt x="6547" y="7452"/>
                                      </a:cubicBezTo>
                                      <a:cubicBezTo>
                                        <a:pt x="6588" y="7419"/>
                                        <a:pt x="6672" y="7341"/>
                                        <a:pt x="6694" y="7290"/>
                                      </a:cubicBezTo>
                                      <a:cubicBezTo>
                                        <a:pt x="6715" y="7239"/>
                                        <a:pt x="6707" y="7169"/>
                                        <a:pt x="6675" y="7145"/>
                                      </a:cubicBezTo>
                                      <a:cubicBezTo>
                                        <a:pt x="6643" y="7122"/>
                                        <a:pt x="6553" y="7143"/>
                                        <a:pt x="6501" y="7150"/>
                                      </a:cubicBezTo>
                                      <a:cubicBezTo>
                                        <a:pt x="6450" y="7158"/>
                                        <a:pt x="6410" y="7181"/>
                                        <a:pt x="6363" y="7192"/>
                                      </a:cubicBezTo>
                                      <a:cubicBezTo>
                                        <a:pt x="6315" y="7202"/>
                                        <a:pt x="6282" y="7226"/>
                                        <a:pt x="6214" y="7212"/>
                                      </a:cubicBezTo>
                                      <a:cubicBezTo>
                                        <a:pt x="6145" y="7198"/>
                                        <a:pt x="6058" y="7165"/>
                                        <a:pt x="5953" y="7103"/>
                                      </a:cubicBezTo>
                                      <a:cubicBezTo>
                                        <a:pt x="5847" y="7042"/>
                                        <a:pt x="5685" y="6916"/>
                                        <a:pt x="5582" y="6842"/>
                                      </a:cubicBezTo>
                                      <a:cubicBezTo>
                                        <a:pt x="5478" y="6767"/>
                                        <a:pt x="5421" y="6770"/>
                                        <a:pt x="5332" y="6656"/>
                                      </a:cubicBezTo>
                                      <a:cubicBezTo>
                                        <a:pt x="5241" y="6543"/>
                                        <a:pt x="5125" y="6352"/>
                                        <a:pt x="5042" y="6156"/>
                                      </a:cubicBezTo>
                                      <a:cubicBezTo>
                                        <a:pt x="4959" y="5961"/>
                                        <a:pt x="4898" y="5731"/>
                                        <a:pt x="4833" y="5483"/>
                                      </a:cubicBezTo>
                                      <a:cubicBezTo>
                                        <a:pt x="4770" y="5236"/>
                                        <a:pt x="4740" y="4966"/>
                                        <a:pt x="4658" y="4671"/>
                                      </a:cubicBezTo>
                                      <a:cubicBezTo>
                                        <a:pt x="4577" y="4376"/>
                                        <a:pt x="4413" y="3939"/>
                                        <a:pt x="4342" y="3713"/>
                                      </a:cubicBezTo>
                                      <a:cubicBezTo>
                                        <a:pt x="4270" y="3487"/>
                                        <a:pt x="4266" y="3477"/>
                                        <a:pt x="4233" y="3315"/>
                                      </a:cubicBezTo>
                                      <a:cubicBezTo>
                                        <a:pt x="4198" y="3152"/>
                                        <a:pt x="4178" y="2886"/>
                                        <a:pt x="4139" y="2735"/>
                                      </a:cubicBezTo>
                                      <a:cubicBezTo>
                                        <a:pt x="4100" y="2582"/>
                                        <a:pt x="4064" y="2483"/>
                                        <a:pt x="3999" y="2401"/>
                                      </a:cubicBezTo>
                                      <a:cubicBezTo>
                                        <a:pt x="3934" y="2317"/>
                                        <a:pt x="3875" y="2319"/>
                                        <a:pt x="3747" y="2235"/>
                                      </a:cubicBezTo>
                                      <a:cubicBezTo>
                                        <a:pt x="3619" y="2151"/>
                                        <a:pt x="3409" y="2009"/>
                                        <a:pt x="3229" y="1899"/>
                                      </a:cubicBezTo>
                                      <a:cubicBezTo>
                                        <a:pt x="3049" y="1790"/>
                                        <a:pt x="2878" y="1683"/>
                                        <a:pt x="2669" y="1579"/>
                                      </a:cubicBezTo>
                                      <a:cubicBezTo>
                                        <a:pt x="2460" y="1476"/>
                                        <a:pt x="2202" y="1367"/>
                                        <a:pt x="1973" y="1280"/>
                                      </a:cubicBezTo>
                                      <a:cubicBezTo>
                                        <a:pt x="1744" y="1193"/>
                                        <a:pt x="1444" y="1105"/>
                                        <a:pt x="1296" y="1059"/>
                                      </a:cubicBezTo>
                                      <a:cubicBezTo>
                                        <a:pt x="1149" y="1012"/>
                                        <a:pt x="1147" y="1029"/>
                                        <a:pt x="1085" y="999"/>
                                      </a:cubicBezTo>
                                      <a:cubicBezTo>
                                        <a:pt x="1023" y="970"/>
                                        <a:pt x="985" y="926"/>
                                        <a:pt x="923" y="883"/>
                                      </a:cubicBezTo>
                                      <a:cubicBezTo>
                                        <a:pt x="861" y="840"/>
                                        <a:pt x="801" y="802"/>
                                        <a:pt x="715" y="735"/>
                                      </a:cubicBezTo>
                                      <a:cubicBezTo>
                                        <a:pt x="629" y="668"/>
                                        <a:pt x="501" y="550"/>
                                        <a:pt x="408" y="480"/>
                                      </a:cubicBezTo>
                                      <a:cubicBezTo>
                                        <a:pt x="315" y="410"/>
                                        <a:pt x="224" y="392"/>
                                        <a:pt x="156" y="312"/>
                                      </a:cubicBezTo>
                                      <a:cubicBezTo>
                                        <a:pt x="88" y="232"/>
                                        <a:pt x="32" y="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3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4476"/>
                                  <a:ext cx="157" cy="768"/>
                                </a:xfrm>
                                <a:custGeom>
                                  <a:avLst/>
                                  <a:gdLst>
                                    <a:gd name="T0" fmla="*/ 157 w 157"/>
                                    <a:gd name="T1" fmla="*/ 0 h 768"/>
                                    <a:gd name="T2" fmla="*/ 80 w 157"/>
                                    <a:gd name="T3" fmla="*/ 53 h 768"/>
                                    <a:gd name="T4" fmla="*/ 19 w 157"/>
                                    <a:gd name="T5" fmla="*/ 186 h 768"/>
                                    <a:gd name="T6" fmla="*/ 1 w 157"/>
                                    <a:gd name="T7" fmla="*/ 444 h 768"/>
                                    <a:gd name="T8" fmla="*/ 24 w 157"/>
                                    <a:gd name="T9" fmla="*/ 768 h 7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7" h="768">
                                      <a:moveTo>
                                        <a:pt x="157" y="0"/>
                                      </a:moveTo>
                                      <a:cubicBezTo>
                                        <a:pt x="144" y="9"/>
                                        <a:pt x="103" y="22"/>
                                        <a:pt x="80" y="53"/>
                                      </a:cubicBezTo>
                                      <a:cubicBezTo>
                                        <a:pt x="57" y="84"/>
                                        <a:pt x="32" y="121"/>
                                        <a:pt x="19" y="186"/>
                                      </a:cubicBezTo>
                                      <a:cubicBezTo>
                                        <a:pt x="6" y="251"/>
                                        <a:pt x="0" y="347"/>
                                        <a:pt x="1" y="444"/>
                                      </a:cubicBezTo>
                                      <a:cubicBezTo>
                                        <a:pt x="2" y="541"/>
                                        <a:pt x="19" y="701"/>
                                        <a:pt x="24" y="7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37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602" y="4991"/>
                                  <a:ext cx="174" cy="34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289 h 343"/>
                                    <a:gd name="T2" fmla="*/ 55 w 174"/>
                                    <a:gd name="T3" fmla="*/ 30 h 343"/>
                                    <a:gd name="T4" fmla="*/ 117 w 174"/>
                                    <a:gd name="T5" fmla="*/ 107 h 343"/>
                                    <a:gd name="T6" fmla="*/ 174 w 174"/>
                                    <a:gd name="T7" fmla="*/ 343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74" h="343">
                                      <a:moveTo>
                                        <a:pt x="0" y="289"/>
                                      </a:moveTo>
                                      <a:cubicBezTo>
                                        <a:pt x="7" y="246"/>
                                        <a:pt x="36" y="60"/>
                                        <a:pt x="55" y="30"/>
                                      </a:cubicBezTo>
                                      <a:cubicBezTo>
                                        <a:pt x="74" y="0"/>
                                        <a:pt x="97" y="55"/>
                                        <a:pt x="117" y="107"/>
                                      </a:cubicBezTo>
                                      <a:cubicBezTo>
                                        <a:pt x="137" y="159"/>
                                        <a:pt x="162" y="294"/>
                                        <a:pt x="174" y="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37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954" y="4466"/>
                                  <a:ext cx="700" cy="557"/>
                                </a:xfrm>
                                <a:custGeom>
                                  <a:avLst/>
                                  <a:gdLst>
                                    <a:gd name="T0" fmla="*/ 0 w 700"/>
                                    <a:gd name="T1" fmla="*/ 557 h 557"/>
                                    <a:gd name="T2" fmla="*/ 122 w 700"/>
                                    <a:gd name="T3" fmla="*/ 358 h 557"/>
                                    <a:gd name="T4" fmla="*/ 249 w 700"/>
                                    <a:gd name="T5" fmla="*/ 202 h 557"/>
                                    <a:gd name="T6" fmla="*/ 434 w 700"/>
                                    <a:gd name="T7" fmla="*/ 65 h 557"/>
                                    <a:gd name="T8" fmla="*/ 602 w 700"/>
                                    <a:gd name="T9" fmla="*/ 5 h 557"/>
                                    <a:gd name="T10" fmla="*/ 700 w 700"/>
                                    <a:gd name="T11" fmla="*/ 32 h 5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700" h="557">
                                      <a:moveTo>
                                        <a:pt x="0" y="557"/>
                                      </a:moveTo>
                                      <a:cubicBezTo>
                                        <a:pt x="40" y="487"/>
                                        <a:pt x="81" y="417"/>
                                        <a:pt x="122" y="358"/>
                                      </a:cubicBezTo>
                                      <a:cubicBezTo>
                                        <a:pt x="163" y="299"/>
                                        <a:pt x="197" y="251"/>
                                        <a:pt x="249" y="202"/>
                                      </a:cubicBezTo>
                                      <a:cubicBezTo>
                                        <a:pt x="301" y="153"/>
                                        <a:pt x="375" y="98"/>
                                        <a:pt x="434" y="65"/>
                                      </a:cubicBezTo>
                                      <a:cubicBezTo>
                                        <a:pt x="493" y="32"/>
                                        <a:pt x="558" y="10"/>
                                        <a:pt x="602" y="5"/>
                                      </a:cubicBezTo>
                                      <a:cubicBezTo>
                                        <a:pt x="646" y="0"/>
                                        <a:pt x="673" y="16"/>
                                        <a:pt x="700" y="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3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0" y="3552"/>
                                  <a:ext cx="144" cy="965"/>
                                </a:xfrm>
                                <a:custGeom>
                                  <a:avLst/>
                                  <a:gdLst>
                                    <a:gd name="T0" fmla="*/ 0 w 144"/>
                                    <a:gd name="T1" fmla="*/ 0 h 965"/>
                                    <a:gd name="T2" fmla="*/ 109 w 144"/>
                                    <a:gd name="T3" fmla="*/ 384 h 965"/>
                                    <a:gd name="T4" fmla="*/ 140 w 144"/>
                                    <a:gd name="T5" fmla="*/ 641 h 965"/>
                                    <a:gd name="T6" fmla="*/ 131 w 144"/>
                                    <a:gd name="T7" fmla="*/ 838 h 965"/>
                                    <a:gd name="T8" fmla="*/ 116 w 144"/>
                                    <a:gd name="T9" fmla="*/ 965 h 9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4" h="965">
                                      <a:moveTo>
                                        <a:pt x="0" y="0"/>
                                      </a:moveTo>
                                      <a:cubicBezTo>
                                        <a:pt x="20" y="64"/>
                                        <a:pt x="86" y="277"/>
                                        <a:pt x="109" y="384"/>
                                      </a:cubicBezTo>
                                      <a:cubicBezTo>
                                        <a:pt x="132" y="491"/>
                                        <a:pt x="136" y="565"/>
                                        <a:pt x="140" y="641"/>
                                      </a:cubicBezTo>
                                      <a:cubicBezTo>
                                        <a:pt x="144" y="717"/>
                                        <a:pt x="135" y="784"/>
                                        <a:pt x="131" y="838"/>
                                      </a:cubicBezTo>
                                      <a:cubicBezTo>
                                        <a:pt x="127" y="892"/>
                                        <a:pt x="122" y="928"/>
                                        <a:pt x="116" y="9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37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470" y="4494"/>
                                  <a:ext cx="210" cy="75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0 h 750"/>
                                    <a:gd name="T2" fmla="*/ 54 w 210"/>
                                    <a:gd name="T3" fmla="*/ 234 h 750"/>
                                    <a:gd name="T4" fmla="*/ 156 w 210"/>
                                    <a:gd name="T5" fmla="*/ 558 h 750"/>
                                    <a:gd name="T6" fmla="*/ 210 w 210"/>
                                    <a:gd name="T7" fmla="*/ 750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0" h="750">
                                      <a:moveTo>
                                        <a:pt x="0" y="0"/>
                                      </a:moveTo>
                                      <a:cubicBezTo>
                                        <a:pt x="9" y="39"/>
                                        <a:pt x="28" y="141"/>
                                        <a:pt x="54" y="234"/>
                                      </a:cubicBezTo>
                                      <a:cubicBezTo>
                                        <a:pt x="80" y="327"/>
                                        <a:pt x="130" y="472"/>
                                        <a:pt x="156" y="558"/>
                                      </a:cubicBezTo>
                                      <a:cubicBezTo>
                                        <a:pt x="182" y="644"/>
                                        <a:pt x="196" y="700"/>
                                        <a:pt x="210" y="7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CD4647" id="Group 355" o:spid="_x0000_s1026" style="position:absolute;margin-left:14.2pt;margin-top:4.65pt;width:443.9pt;height:394.55pt;flip:x;z-index:251641344" coordorigin="1470,3396" coordsize="8878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">
                      <v:shape id="Freeform 356" o:spid="_x0000_s1027" style="position:absolute;left:8357;top:10035;width:161;height:307;rotation:-2627550fd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" path="m128,6v6,6,-60,40,-72,78c44,122,62,212,56,234,50,256,29,231,20,216,11,201,2,172,2,144,2,116,,71,20,48,40,25,122,,128,6xe" fillcolor="#ddd" stroked="f">
                        <v:path arrowok="t" o:connecttype="custom" o:connectlocs="154,7;67,101;67,281;24,259;2,173;24,58;154,7" o:connectangles="0,0,0,0,0,0,0"/>
                      </v:shape>
                      <v:shape id="Freeform 357" o:spid="_x0000_s1028" style="position:absolute;left:3098;top:5837;width:1010;height:925;rotation:-2627550fd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" path="m,c26,70,52,140,120,204v68,64,178,122,288,180e" filled="f" strokecolor="gray" strokeweight="1pt">
                        <v:path arrowok="t" o:connecttype="custom" o:connectlocs="0,0;297,491;1010,925" o:connectangles="0,0,0"/>
                      </v:shape>
                      <v:shape id="Freeform 358" o:spid="_x0000_s1029" style="position:absolute;left:6499;top:6756;width:531;height:776;rotation:-2627550fd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7,738;161,608;478,363;478,247;377,204;233,2;305,219;262,377;17,738" o:connectangles="0,0,0,0,0,0,0,0,0"/>
                      </v:shape>
                      <v:shape id="Freeform 359" o:spid="_x0000_s1030" style="position:absolute;left:7279;top:7364;width:1161;height:3054;rotation:-2627550fd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95,3054;26,2959;58,2737;375,2025;556,1547;706,869;893,339;1141,10;1017,396;930,713;819,1181;677,1693;432,2235;259,2717" o:connectangles="0,0,0,0,0,0,0,0,0,0,0,0,0,0"/>
                      </v:shape>
                      <v:shape id="Freeform 360" o:spid="_x0000_s1031" style="position:absolute;left:7438;top:6880;width:1158;height:3369;rotation:-2627550fd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3038;158,2591;424,2012;596,1378;689,1037;870,399;1000,14;1150,487;1049,989;648,1827;348,2449;181,2853;144,3369" o:connectangles="0,0,0,0,0,0,0,0,0,0,0,0,0"/>
                      </v:shape>
                      <v:shape id="Freeform 361" o:spid="_x0000_s1032" style="position:absolute;left:6032;top:4064;width:1313;height:6831;rotation:-2627550fd;visibility:visible;mso-wrap-style:square;v-text-anchor:top" coordsize="1094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  <v:path arrowok="t" o:connecttype="custom" o:connectlocs="323,588;244,34;611,790;1072,1922;1245,2505;1305,3263;1193,3609;934,3940;714,4492;527,5293;205,6077;47,6466;12,6678;119,6831" o:connectangles="0,0,0,0,0,0,0,0,0,0,0,0,0,0"/>
                      </v:shape>
                      <v:shape id="Freeform 362" o:spid="_x0000_s1033" style="position:absolute;left:2637;top:4725;width:1886;height:922;flip:x;visibility:visible;mso-wrap-style:square;v-text-anchor:top" coordsize="1886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" path="m1769,273c1786,234,1886,78,1877,39v-9,-39,-73,-15,-162,c1626,54,1504,84,1344,132,1184,180,909,252,756,325,604,398,556,468,430,568,303,667,88,848,,922e" filled="f" strokecolor="#333">
                        <v:path arrowok="t" o:connecttype="custom" o:connectlocs="1769,273;1877,39;1715,39;1344,132;756,325;430,568;0,922" o:connectangles="0,0,0,0,0,0,0"/>
                      </v:shape>
                      <v:shape id="Freeform 363" o:spid="_x0000_s1034" style="position:absolute;left:3972;top:3952;width:581;height:714;rotation:-2627550fd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564,697;486,596;371,440;303,274;268,164;221,127;25,6;72,90;212,268;385,498;564,697" o:connectangles="0,0,0,0,0,0,0,0,0,0,0"/>
                      </v:shape>
                      <v:shape id="Freeform 364" o:spid="_x0000_s1035" style="position:absolute;left:3776;top:5456;width:221;height:991;rotation:-2627550fd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8,213;104,583;157,974;177,686;205,303;209,198;131,144;18,11;18,213" o:connectangles="0,0,0,0,0,0,0,0,0"/>
                      </v:shape>
                      <v:shape id="Freeform 365" o:spid="_x0000_s1036" style="position:absolute;left:7227;top:5626;width:185;height:123;rotation:-2627550fd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" path="m146,102v-8,,-36,-44,-60,-60c62,26,,12,2,6,4,,76,,98,6v22,6,30,21,36,36c140,57,154,102,146,102xe" fillcolor="#ddd" stroked="f">
                        <v:path arrowok="t" o:connecttype="custom" o:connectlocs="175,123;103,51;2,7;118,7;161,51;175,123" o:connectangles="0,0,0,0,0,0"/>
                      </v:shape>
                      <v:shape id="Freeform 366" o:spid="_x0000_s1037" style="position:absolute;left:7581;top:6227;width:277;height:1091;rotation:-2627550fd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211,2;196,305;254,586;59,1039;30,895;240,593;182,442;146,290;211,2" o:connectangles="0,0,0,0,0,0,0,0,0"/>
                      </v:shape>
                      <v:shape id="Freeform 367" o:spid="_x0000_s1038" style="position:absolute;left:3177;top:4558;width:1199;height:738;rotation:-2627550fd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" path="m,614c29,524,57,436,144,350,231,264,381,158,523,100,665,42,899,21,998,e" filled="f" strokecolor="gray" strokeweight=".25pt">
                        <v:stroke dashstyle="1 1" endcap="round"/>
                        <v:path arrowok="t" o:connecttype="custom" o:connectlocs="0,738;173,421;628,120;1199,0" o:connectangles="0,0,0,0"/>
                      </v:shape>
                      <v:shape id="Freeform 368" o:spid="_x0000_s1039" style="position:absolute;left:1836;top:3480;width:6998;height:6597;visibility:visible;mso-wrap-style:square;v-text-anchor:top" coordsize="6998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  <v:path arrowok="t" o:connecttype="custom" o:connectlocs="0,0;108,312;252,594;504,836;856,1012;1396,1171;1969,1349;2551,1582;3374,1955;4301,2454;4824,2795;5215,3182;5427,3400;5913,3743;6183,4242;6451,5287;6630,6003;6768,6301;6998,6597" o:connectangles="0,0,0,0,0,0,0,0,0,0,0,0,0,0,0,0,0,0,0"/>
                      </v:shape>
                      <v:shape id="Freeform 369" o:spid="_x0000_s1040" style="position:absolute;left:9883;top:10500;width:279;height:166;rotation:-2627550fd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" path="m232,130v-12,,-45,8,-74,c129,122,83,101,57,79,31,57,12,16,,e" filled="f" strokecolor="gray">
                        <v:path arrowok="t" o:connecttype="custom" o:connectlocs="279,156;190,156;69,95;0,0" o:connectangles="0,0,0,0"/>
                      </v:shape>
                      <v:shape id="Freeform 370" o:spid="_x0000_s1041" style="position:absolute;left:8595;top:10612;width:681;height:675;rotation:-2627550fd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667,671;595,513;508,304;364,145;119,59;11,1;54,52;169,117;285,232;386,369;508,534;667,671" o:connectangles="0,0,0,0,0,0,0,0,0,0,0,0"/>
                      </v:shape>
                      <v:shape id="Freeform 371" o:spid="_x0000_s1042" style="position:absolute;left:10125;top:10553;width:119;height:63;rotation:-2627550fd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" path="m71,1c84,,89,10,92,18v3,8,7,24,,29c85,52,63,49,49,49,35,49,12,51,6,47,,43,2,29,13,23,24,17,58,2,71,1xe" fillcolor="silver" strokecolor="gray">
                        <v:path arrowok="t" o:connecttype="custom" o:connectlocs="85,1;111,22;111,57;59,59;7,57;16,28;85,1" o:connectangles="0,0,0,0,0,0,0"/>
                      </v:shape>
                      <v:shape id="Freeform 372" o:spid="_x0000_s1043" style="position:absolute;left:3635;top:3396;width:6713;height:7680;visibility:visible;mso-wrap-style:square;v-text-anchor:top" coordsize="6715,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  <v:path arrowok="t" o:connecttype="custom" o:connectlocs="165,2690;764,2976;1201,3045;1878,3204;2302,3282;2725,3472;3042,3638;3095,4000;3184,4573;3392,4971;3658,5351;3990,6004;4254,6515;4308,6942;4272,7256;4398,7450;4720,7519;4945,7518;5124,7508;5555,7607;5789,7624;6075,7677;6317,7605;6440,7482;6545,7452;6692,7290;6673,7145;6499,7150;6361,7192;6212,7212;5951,7103;5580,6842;5330,6656;5040,6156;4832,5483;4657,4671;4341,3713;4232,3315;4138,2735;3998,2401;3746,2235;3228,1899;2668,1579;1972,1280;1296,1059;1085,999;923,883;715,735;408,480;156,312;0,0" o:connectangles="0,0,0,0,0,0,0,0,0,0,0,0,0,0,0,0,0,0,0,0,0,0,0,0,0,0,0,0,0,0,0,0,0,0,0,0,0,0,0,0,0,0,0,0,0,0,0,0,0,0,0"/>
                      </v:shape>
                      <v:shape id="Freeform 373" o:spid="_x0000_s1044" style="position:absolute;left:1836;top:4476;width:157;height:768;visibility:visible;mso-wrap-style:square;v-text-anchor:top" coordsize="157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" path="m157,c144,9,103,22,80,53,57,84,32,121,19,186,6,251,,347,1,444v1,97,18,257,23,324e" filled="f" strokecolor="gray">
                        <v:path arrowok="t" o:connecttype="custom" o:connectlocs="157,0;80,53;19,186;1,444;24,768" o:connectangles="0,0,0,0,0"/>
                      </v:shape>
                      <v:shape id="Freeform 374" o:spid="_x0000_s1045" style="position:absolute;left:1602;top:4991;width:174;height:343;flip:x;visibility:visible;mso-wrap-style:square;v-text-anchor:top" coordsize="17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" path="m,289c7,246,36,60,55,30,74,,97,55,117,107v20,52,45,187,57,236e" filled="f" strokecolor="gray">
                        <v:path arrowok="t" o:connecttype="custom" o:connectlocs="0,289;55,30;117,107;174,343" o:connectangles="0,0,0,0"/>
                      </v:shape>
                      <v:shape id="Freeform 375" o:spid="_x0000_s1046" style="position:absolute;left:1954;top:4466;width:700;height:557;flip:x;visibility:visible;mso-wrap-style:square;v-text-anchor:top" coordsize="70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" path="m,557c40,487,81,417,122,358,163,299,197,251,249,202,301,153,375,98,434,65,493,32,558,10,602,5v44,-5,71,11,98,27e" filled="f">
                        <v:path arrowok="t" o:connecttype="custom" o:connectlocs="0,557;122,358;249,202;434,65;602,5;700,32" o:connectangles="0,0,0,0,0,0"/>
                      </v:shape>
                      <v:shape id="Freeform 376" o:spid="_x0000_s1047" style="position:absolute;left:1560;top:3552;width:144;height:965;visibility:visible;mso-wrap-style:square;v-text-anchor:top" coordsize="144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" path="m,c20,64,86,277,109,384v23,107,27,181,31,257c144,717,135,784,131,838v-4,54,-9,90,-15,127e" filled="f">
                        <v:path arrowok="t" o:connecttype="custom" o:connectlocs="0,0;109,384;140,641;131,838;116,965" o:connectangles="0,0,0,0,0"/>
                      </v:shape>
                      <v:shape id="Freeform 377" o:spid="_x0000_s1048" style="position:absolute;left:1470;top:4494;width:210;height:750;flip:x;visibility:visible;mso-wrap-style:square;v-text-anchor:top" coordsize="21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" path="m,c9,39,28,141,54,234v26,93,76,238,102,324c182,644,196,700,210,750e" filled="f" strokecolor="gray">
                        <v:path arrowok="t" o:connecttype="custom" o:connectlocs="0,0;54,234;156,558;210,750" o:connectangles="0,0,0,0"/>
                      </v:shape>
                    </v:group>
                  </w:pict>
                </mc:Fallback>
              </mc:AlternateContent>
            </w:r>
            <w:r w:rsidR="00DA2BDB" w:rsidRPr="00AD4CCC">
              <w:rPr>
                <w:rFonts w:ascii="Arial" w:hAnsi="Arial"/>
                <w:b/>
                <w:bCs/>
                <w:sz w:val="18"/>
                <w:szCs w:val="20"/>
              </w:rPr>
              <w:t>Right Lower Extremity Arterial Duplex</w:t>
            </w:r>
          </w:p>
        </w:tc>
      </w:tr>
      <w:tr w:rsidR="00DA2BDB" w:rsidRPr="00AD4CCC" w:rsidTr="00AD4CCC">
        <w:trPr>
          <w:gridAfter w:val="1"/>
          <w:wAfter w:w="13" w:type="dxa"/>
          <w:trHeight w:val="7938"/>
        </w:trPr>
        <w:tc>
          <w:tcPr>
            <w:tcW w:w="974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6A637F" w:rsidP="00AD4CCC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2942590</wp:posOffset>
                      </wp:positionH>
                      <wp:positionV relativeFrom="paragraph">
                        <wp:posOffset>1311910</wp:posOffset>
                      </wp:positionV>
                      <wp:extent cx="522605" cy="251460"/>
                      <wp:effectExtent l="33655" t="9525" r="34290" b="24765"/>
                      <wp:wrapNone/>
                      <wp:docPr id="33" name="Freeform 425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2605" cy="251460"/>
                              </a:xfrm>
                              <a:custGeom>
                                <a:avLst/>
                                <a:gdLst>
                                  <a:gd name="T0" fmla="*/ 823 w 823"/>
                                  <a:gd name="T1" fmla="*/ 0 h 396"/>
                                  <a:gd name="T2" fmla="*/ 728 w 823"/>
                                  <a:gd name="T3" fmla="*/ 0 h 396"/>
                                  <a:gd name="T4" fmla="*/ 538 w 823"/>
                                  <a:gd name="T5" fmla="*/ 72 h 396"/>
                                  <a:gd name="T6" fmla="*/ 380 w 823"/>
                                  <a:gd name="T7" fmla="*/ 159 h 396"/>
                                  <a:gd name="T8" fmla="*/ 214 w 823"/>
                                  <a:gd name="T9" fmla="*/ 230 h 396"/>
                                  <a:gd name="T10" fmla="*/ 111 w 823"/>
                                  <a:gd name="T11" fmla="*/ 285 h 396"/>
                                  <a:gd name="T12" fmla="*/ 0 w 823"/>
                                  <a:gd name="T13" fmla="*/ 396 h 396"/>
                                  <a:gd name="T14" fmla="*/ 823 w 823"/>
                                  <a:gd name="T15" fmla="*/ 0 h 3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823" h="396">
                                    <a:moveTo>
                                      <a:pt x="823" y="0"/>
                                    </a:moveTo>
                                    <a:lnTo>
                                      <a:pt x="728" y="0"/>
                                    </a:lnTo>
                                    <a:lnTo>
                                      <a:pt x="538" y="72"/>
                                    </a:lnTo>
                                    <a:lnTo>
                                      <a:pt x="380" y="159"/>
                                    </a:lnTo>
                                    <a:lnTo>
                                      <a:pt x="214" y="230"/>
                                    </a:lnTo>
                                    <a:lnTo>
                                      <a:pt x="111" y="285"/>
                                    </a:lnTo>
                                    <a:lnTo>
                                      <a:pt x="0" y="396"/>
                                    </a:lnTo>
                                    <a:lnTo>
                                      <a:pt x="823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EFDBF2" id="Freeform 425" o:spid="_x0000_s1026" alt="Granite" style="position:absolute;margin-left:231.7pt;margin-top:103.3pt;width:41.15pt;height:19.8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23,3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" path="m823,l728,,538,72,380,159,214,230,111,285,,396,823,xe">
                      <v:fill r:id="rId7" o:title="Granite" recolor="t" type="tile"/>
                      <v:path arrowok="t" o:connecttype="custom" o:connectlocs="522605,0;462280,0;341630,45720;241300,100965;135890,146050;70485,180975;0,251460;522605,0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2887345</wp:posOffset>
                      </wp:positionH>
                      <wp:positionV relativeFrom="paragraph">
                        <wp:posOffset>1186815</wp:posOffset>
                      </wp:positionV>
                      <wp:extent cx="542290" cy="291465"/>
                      <wp:effectExtent l="35560" t="8255" r="12700" b="14605"/>
                      <wp:wrapNone/>
                      <wp:docPr id="32" name="Freeform 424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42290" cy="291465"/>
                              </a:xfrm>
                              <a:custGeom>
                                <a:avLst/>
                                <a:gdLst>
                                  <a:gd name="T0" fmla="*/ 823 w 854"/>
                                  <a:gd name="T1" fmla="*/ 47 h 459"/>
                                  <a:gd name="T2" fmla="*/ 775 w 854"/>
                                  <a:gd name="T3" fmla="*/ 118 h 459"/>
                                  <a:gd name="T4" fmla="*/ 696 w 854"/>
                                  <a:gd name="T5" fmla="*/ 197 h 459"/>
                                  <a:gd name="T6" fmla="*/ 459 w 854"/>
                                  <a:gd name="T7" fmla="*/ 316 h 459"/>
                                  <a:gd name="T8" fmla="*/ 269 w 854"/>
                                  <a:gd name="T9" fmla="*/ 403 h 459"/>
                                  <a:gd name="T10" fmla="*/ 158 w 854"/>
                                  <a:gd name="T11" fmla="*/ 443 h 459"/>
                                  <a:gd name="T12" fmla="*/ 0 w 854"/>
                                  <a:gd name="T13" fmla="*/ 459 h 459"/>
                                  <a:gd name="T14" fmla="*/ 854 w 854"/>
                                  <a:gd name="T15" fmla="*/ 0 h 45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854" h="459">
                                    <a:moveTo>
                                      <a:pt x="823" y="47"/>
                                    </a:moveTo>
                                    <a:lnTo>
                                      <a:pt x="775" y="118"/>
                                    </a:lnTo>
                                    <a:lnTo>
                                      <a:pt x="696" y="197"/>
                                    </a:lnTo>
                                    <a:lnTo>
                                      <a:pt x="459" y="316"/>
                                    </a:lnTo>
                                    <a:lnTo>
                                      <a:pt x="269" y="403"/>
                                    </a:lnTo>
                                    <a:lnTo>
                                      <a:pt x="158" y="443"/>
                                    </a:lnTo>
                                    <a:lnTo>
                                      <a:pt x="0" y="459"/>
                                    </a:lnTo>
                                    <a:lnTo>
                                      <a:pt x="854" y="0"/>
                                    </a:lnTo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5F9AC566" id="Freeform 424" o:spid="_x0000_s1026" alt="Granite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8.5pt,95.8pt,266.1pt,99.35pt,262.15pt,103.3pt,250.3pt,109.25pt,240.8pt,113.6pt,235.25pt,115.6pt,227.35pt,116.4pt,270.05pt,93.45pt" coordsize="854,45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">
                      <v:fill r:id="rId7" o:title="Granite" recolor="t" type="tile"/>
                      <v:path arrowok="t" o:connecttype="custom" o:connectlocs="522605,29845;492125,74930;441960,125095;291465,200660;170815,255905;100330,281305;0,291465;542290,0" o:connectangles="0,0,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5645785</wp:posOffset>
                      </wp:positionH>
                      <wp:positionV relativeFrom="paragraph">
                        <wp:posOffset>498475</wp:posOffset>
                      </wp:positionV>
                      <wp:extent cx="95250" cy="291465"/>
                      <wp:effectExtent l="12700" t="34290" r="15875" b="26670"/>
                      <wp:wrapNone/>
                      <wp:docPr id="31" name="Freeform 42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" cy="291465"/>
                              </a:xfrm>
                              <a:custGeom>
                                <a:avLst/>
                                <a:gdLst>
                                  <a:gd name="T0" fmla="*/ 31 w 150"/>
                                  <a:gd name="T1" fmla="*/ 0 h 459"/>
                                  <a:gd name="T2" fmla="*/ 15 w 150"/>
                                  <a:gd name="T3" fmla="*/ 150 h 459"/>
                                  <a:gd name="T4" fmla="*/ 0 w 150"/>
                                  <a:gd name="T5" fmla="*/ 221 h 459"/>
                                  <a:gd name="T6" fmla="*/ 63 w 150"/>
                                  <a:gd name="T7" fmla="*/ 380 h 459"/>
                                  <a:gd name="T8" fmla="*/ 150 w 150"/>
                                  <a:gd name="T9" fmla="*/ 459 h 459"/>
                                  <a:gd name="T10" fmla="*/ 31 w 150"/>
                                  <a:gd name="T11" fmla="*/ 0 h 45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0" h="459">
                                    <a:moveTo>
                                      <a:pt x="31" y="0"/>
                                    </a:moveTo>
                                    <a:lnTo>
                                      <a:pt x="15" y="150"/>
                                    </a:lnTo>
                                    <a:lnTo>
                                      <a:pt x="0" y="221"/>
                                    </a:lnTo>
                                    <a:lnTo>
                                      <a:pt x="63" y="380"/>
                                    </a:lnTo>
                                    <a:lnTo>
                                      <a:pt x="150" y="459"/>
                                    </a:lnTo>
                                    <a:lnTo>
                                      <a:pt x="31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EFC507" id="Freeform 423" o:spid="_x0000_s1026" alt="Granite" style="position:absolute;margin-left:444.55pt;margin-top:39.25pt;width:7.5pt;height:22.9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,45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" path="m31,l15,150,,221,63,380r87,79l31,xe">
                      <v:fill r:id="rId7" o:title="Granite" recolor="t" type="tile"/>
                      <v:path arrowok="t" o:connecttype="custom" o:connectlocs="19685,0;9525,95250;0,140335;40005,241300;95250,291465;19685,0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4690745</wp:posOffset>
                      </wp:positionH>
                      <wp:positionV relativeFrom="paragraph">
                        <wp:posOffset>608965</wp:posOffset>
                      </wp:positionV>
                      <wp:extent cx="271780" cy="100330"/>
                      <wp:effectExtent l="29210" t="20955" r="32385" b="12065"/>
                      <wp:wrapNone/>
                      <wp:docPr id="30" name="Freeform 422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1780" cy="100330"/>
                              </a:xfrm>
                              <a:custGeom>
                                <a:avLst/>
                                <a:gdLst>
                                  <a:gd name="T0" fmla="*/ 428 w 428"/>
                                  <a:gd name="T1" fmla="*/ 0 h 158"/>
                                  <a:gd name="T2" fmla="*/ 261 w 428"/>
                                  <a:gd name="T3" fmla="*/ 118 h 158"/>
                                  <a:gd name="T4" fmla="*/ 174 w 428"/>
                                  <a:gd name="T5" fmla="*/ 158 h 158"/>
                                  <a:gd name="T6" fmla="*/ 0 w 428"/>
                                  <a:gd name="T7" fmla="*/ 134 h 158"/>
                                  <a:gd name="T8" fmla="*/ 428 w 428"/>
                                  <a:gd name="T9" fmla="*/ 0 h 1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28" h="158">
                                    <a:moveTo>
                                      <a:pt x="428" y="0"/>
                                    </a:moveTo>
                                    <a:lnTo>
                                      <a:pt x="261" y="118"/>
                                    </a:lnTo>
                                    <a:lnTo>
                                      <a:pt x="174" y="158"/>
                                    </a:lnTo>
                                    <a:lnTo>
                                      <a:pt x="0" y="134"/>
                                    </a:lnTo>
                                    <a:lnTo>
                                      <a:pt x="428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E3F243" id="Freeform 422" o:spid="_x0000_s1026" alt="Granite" style="position:absolute;margin-left:369.35pt;margin-top:47.95pt;width:21.4pt;height:7.9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28,1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" path="m428,l261,118r-87,40l,134,428,xe">
                      <v:fill r:id="rId7" o:title="Granite" recolor="t" type="tile"/>
                      <v:path arrowok="t" o:connecttype="custom" o:connectlocs="271780,0;165735,74930;110490,100330;0,85090;271780,0" o:connectangles="0,0,0,0,0"/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3649980</wp:posOffset>
                      </wp:positionV>
                      <wp:extent cx="476250" cy="0"/>
                      <wp:effectExtent l="9525" t="13970" r="9525" b="5080"/>
                      <wp:wrapNone/>
                      <wp:docPr id="29" name="Line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4DEA59" id="Line 421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55pt,287.4pt" to="172.05pt,28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7jBFQIAACo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1718310</wp:posOffset>
                      </wp:positionH>
                      <wp:positionV relativeFrom="paragraph">
                        <wp:posOffset>3145155</wp:posOffset>
                      </wp:positionV>
                      <wp:extent cx="647700" cy="0"/>
                      <wp:effectExtent l="9525" t="13970" r="9525" b="5080"/>
                      <wp:wrapNone/>
                      <wp:docPr id="28" name="Line 4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426D11" id="Line 420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3pt,247.65pt" to="186.3pt,2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mDaFAIAACoEAAAOAAAAZHJzL2Uyb0RvYy54bWysU02P2jAQvVfqf7B8h3w0s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1327785</wp:posOffset>
                      </wp:positionH>
                      <wp:positionV relativeFrom="paragraph">
                        <wp:posOffset>3040380</wp:posOffset>
                      </wp:positionV>
                      <wp:extent cx="257175" cy="0"/>
                      <wp:effectExtent l="9525" t="13970" r="9525" b="5080"/>
                      <wp:wrapNone/>
                      <wp:docPr id="27" name="Line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7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F9632D" id="Line 419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55pt,239.4pt" to="124.8pt,2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NiXFA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2133600</wp:posOffset>
                      </wp:positionH>
                      <wp:positionV relativeFrom="paragraph">
                        <wp:posOffset>3590290</wp:posOffset>
                      </wp:positionV>
                      <wp:extent cx="306070" cy="152400"/>
                      <wp:effectExtent l="5715" t="1905" r="2540" b="7620"/>
                      <wp:wrapNone/>
                      <wp:docPr id="26" name="Text Box 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A637F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M35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97" o:spid="_x0000_s1026" type="#_x0000_t202" style="position:absolute;left:0;text-align:left;margin-left:168pt;margin-top:282.7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A637F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M35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2322195</wp:posOffset>
                      </wp:positionH>
                      <wp:positionV relativeFrom="paragraph">
                        <wp:posOffset>3088640</wp:posOffset>
                      </wp:positionV>
                      <wp:extent cx="306070" cy="152400"/>
                      <wp:effectExtent l="3810" t="5080" r="4445" b="4445"/>
                      <wp:wrapNone/>
                      <wp:docPr id="25" name="Text Box 3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A637F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6" o:spid="_x0000_s1027" type="#_x0000_t202" style="position:absolute;left:0;text-align:left;margin-left:182.85pt;margin-top:243.2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A637F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2963545</wp:posOffset>
                      </wp:positionV>
                      <wp:extent cx="306070" cy="152400"/>
                      <wp:effectExtent l="7620" t="3810" r="635" b="5715"/>
                      <wp:wrapNone/>
                      <wp:docPr id="24" name="Text Box 3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A637F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M33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5" o:spid="_x0000_s1028" type="#_x0000_t202" style="position:absolute;left:0;text-align:left;margin-left:81.15pt;margin-top:233.35pt;width:24.1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qdCoA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A637F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M33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5815965</wp:posOffset>
                      </wp:positionH>
                      <wp:positionV relativeFrom="paragraph">
                        <wp:posOffset>1070610</wp:posOffset>
                      </wp:positionV>
                      <wp:extent cx="306070" cy="152400"/>
                      <wp:effectExtent l="1905" t="6350" r="6350" b="3175"/>
                      <wp:wrapNone/>
                      <wp:docPr id="23" name="Text Box 4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27B" w:rsidRPr="004E4B01" w:rsidRDefault="006A637F" w:rsidP="008E427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B120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8" o:spid="_x0000_s1029" type="#_x0000_t202" style="position:absolute;left:0;text-align:left;margin-left:457.95pt;margin-top:84.3pt;width:24.1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8E427B" w:rsidRPr="004E4B01" w:rsidRDefault="006A637F" w:rsidP="008E427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5787390</wp:posOffset>
                      </wp:positionH>
                      <wp:positionV relativeFrom="paragraph">
                        <wp:posOffset>651510</wp:posOffset>
                      </wp:positionV>
                      <wp:extent cx="306070" cy="152400"/>
                      <wp:effectExtent l="1905" t="6350" r="6350" b="3175"/>
                      <wp:wrapNone/>
                      <wp:docPr id="22" name="Text Box 4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27B" w:rsidRPr="004E4B01" w:rsidRDefault="006A637F" w:rsidP="008E427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B236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7" o:spid="_x0000_s1030" type="#_x0000_t202" style="position:absolute;left:0;text-align:left;margin-left:455.7pt;margin-top:51.3pt;width:24.1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OBQoQIAAFM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8E427B" w:rsidRPr="004E4B01" w:rsidRDefault="006A637F" w:rsidP="008E427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B236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2178050</wp:posOffset>
                      </wp:positionH>
                      <wp:positionV relativeFrom="paragraph">
                        <wp:posOffset>2219960</wp:posOffset>
                      </wp:positionV>
                      <wp:extent cx="306070" cy="152400"/>
                      <wp:effectExtent l="2540" t="3175" r="5715" b="6350"/>
                      <wp:wrapNone/>
                      <wp:docPr id="21" name="Text Box 4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A637F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M52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3" o:spid="_x0000_s1031" type="#_x0000_t202" style="position:absolute;left:0;text-align:left;margin-left:171.5pt;margin-top:174.8pt;width:24.1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A637F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M52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1990725</wp:posOffset>
                      </wp:positionH>
                      <wp:positionV relativeFrom="paragraph">
                        <wp:posOffset>1719580</wp:posOffset>
                      </wp:positionV>
                      <wp:extent cx="306070" cy="152400"/>
                      <wp:effectExtent l="5715" t="7620" r="2540" b="1905"/>
                      <wp:wrapNone/>
                      <wp:docPr id="20" name="Text Box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A637F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M41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3" o:spid="_x0000_s1032" type="#_x0000_t202" style="position:absolute;left:0;text-align:left;margin-left:156.75pt;margin-top:135.4pt;width:24.1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A637F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M41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2256155</wp:posOffset>
                      </wp:positionH>
                      <wp:positionV relativeFrom="paragraph">
                        <wp:posOffset>1493520</wp:posOffset>
                      </wp:positionV>
                      <wp:extent cx="306070" cy="152400"/>
                      <wp:effectExtent l="4445" t="635" r="3810" b="8890"/>
                      <wp:wrapNone/>
                      <wp:docPr id="19" name="Text Box 4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A637F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M38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2" o:spid="_x0000_s1033" type="#_x0000_t202" style="position:absolute;left:0;text-align:left;margin-left:177.65pt;margin-top:117.6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A637F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M38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1301750</wp:posOffset>
                      </wp:positionV>
                      <wp:extent cx="306070" cy="152400"/>
                      <wp:effectExtent l="7620" t="8890" r="635" b="635"/>
                      <wp:wrapNone/>
                      <wp:docPr id="18" name="Text Box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A637F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4" o:spid="_x0000_s1034" type="#_x0000_t202" style="position:absolute;left:0;text-align:left;margin-left:202.65pt;margin-top:102.5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euDoAIAAFM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A637F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2941955</wp:posOffset>
                      </wp:positionH>
                      <wp:positionV relativeFrom="paragraph">
                        <wp:posOffset>1122045</wp:posOffset>
                      </wp:positionV>
                      <wp:extent cx="306070" cy="152400"/>
                      <wp:effectExtent l="4445" t="635" r="3810" b="8890"/>
                      <wp:wrapNone/>
                      <wp:docPr id="17" name="Text Box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A637F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M106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1" o:spid="_x0000_s1035" type="#_x0000_t202" style="position:absolute;left:0;text-align:left;margin-left:231.65pt;margin-top:88.35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WiJnw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A637F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M106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3282315</wp:posOffset>
                      </wp:positionH>
                      <wp:positionV relativeFrom="paragraph">
                        <wp:posOffset>962025</wp:posOffset>
                      </wp:positionV>
                      <wp:extent cx="306070" cy="152400"/>
                      <wp:effectExtent l="1905" t="2540" r="6350" b="6985"/>
                      <wp:wrapNone/>
                      <wp:docPr id="16" name="Text Box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A637F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M30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2" o:spid="_x0000_s1036" type="#_x0000_t202" style="position:absolute;left:0;text-align:left;margin-left:258.45pt;margin-top:75.75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A637F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3663315</wp:posOffset>
                      </wp:positionH>
                      <wp:positionV relativeFrom="paragraph">
                        <wp:posOffset>804545</wp:posOffset>
                      </wp:positionV>
                      <wp:extent cx="306070" cy="152400"/>
                      <wp:effectExtent l="1905" t="6985" r="6350" b="2540"/>
                      <wp:wrapNone/>
                      <wp:docPr id="15" name="Text Box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A637F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B68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1" o:spid="_x0000_s1037" type="#_x0000_t202" style="position:absolute;left:0;text-align:left;margin-left:288.45pt;margin-top:63.35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57inw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A637F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B68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3903345</wp:posOffset>
                      </wp:positionH>
                      <wp:positionV relativeFrom="paragraph">
                        <wp:posOffset>1273810</wp:posOffset>
                      </wp:positionV>
                      <wp:extent cx="496570" cy="142875"/>
                      <wp:effectExtent l="3810" t="0" r="4445" b="0"/>
                      <wp:wrapNone/>
                      <wp:docPr id="14" name="Text Box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57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A637F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Patent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0" o:spid="_x0000_s1038" type="#_x0000_t202" style="position:absolute;left:0;text-align:left;margin-left:307.35pt;margin-top:100.3pt;width:39.1pt;height:11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A637F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Patent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4078605</wp:posOffset>
                      </wp:positionH>
                      <wp:positionV relativeFrom="paragraph">
                        <wp:posOffset>656590</wp:posOffset>
                      </wp:positionV>
                      <wp:extent cx="306070" cy="152400"/>
                      <wp:effectExtent l="7620" t="1905" r="635" b="7620"/>
                      <wp:wrapNone/>
                      <wp:docPr id="13" name="Text Box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A637F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B109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9" o:spid="_x0000_s1039" type="#_x0000_t202" style="position:absolute;left:0;text-align:left;margin-left:321.15pt;margin-top:51.7pt;width:24.1pt;height:1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meooAIAAFQ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A637F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B109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4514850</wp:posOffset>
                      </wp:positionH>
                      <wp:positionV relativeFrom="paragraph">
                        <wp:posOffset>497205</wp:posOffset>
                      </wp:positionV>
                      <wp:extent cx="306070" cy="152400"/>
                      <wp:effectExtent l="5715" t="4445" r="2540" b="5080"/>
                      <wp:wrapNone/>
                      <wp:docPr id="12" name="Text Box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A637F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B287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8" o:spid="_x0000_s1040" type="#_x0000_t202" style="position:absolute;left:0;text-align:left;margin-left:355.5pt;margin-top:39.15pt;width:24.1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OcEoAIAAFQ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A637F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B287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4985385</wp:posOffset>
                      </wp:positionH>
                      <wp:positionV relativeFrom="paragraph">
                        <wp:posOffset>339090</wp:posOffset>
                      </wp:positionV>
                      <wp:extent cx="306070" cy="152400"/>
                      <wp:effectExtent l="0" t="8255" r="8255" b="1270"/>
                      <wp:wrapNone/>
                      <wp:docPr id="11" name="Text Box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A637F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B114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7" o:spid="_x0000_s1041" type="#_x0000_t202" style="position:absolute;left:0;text-align:left;margin-left:392.55pt;margin-top:26.7pt;width:24.1pt;height:1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G+BoA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A637F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5204460</wp:posOffset>
                      </wp:positionH>
                      <wp:positionV relativeFrom="paragraph">
                        <wp:posOffset>17145</wp:posOffset>
                      </wp:positionV>
                      <wp:extent cx="306070" cy="152400"/>
                      <wp:effectExtent l="0" t="635" r="8255" b="8890"/>
                      <wp:wrapNone/>
                      <wp:docPr id="10" name="Text Box 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A637F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B106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6" o:spid="_x0000_s1042" type="#_x0000_t202" style="position:absolute;left:0;text-align:left;margin-left:409.8pt;margin-top:1.35pt;width:24.1pt;height:1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A637F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B106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4198620</wp:posOffset>
                      </wp:positionV>
                      <wp:extent cx="1584960" cy="687705"/>
                      <wp:effectExtent l="0" t="635" r="0" b="0"/>
                      <wp:wrapNone/>
                      <wp:docPr id="9" name="Text Box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687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Triphasic</w:t>
                                  </w:r>
                                  <w:proofErr w:type="spellEnd"/>
                                </w:p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DA2BDB" w:rsidRPr="00C2328A" w:rsidRDefault="00DA2BDB" w:rsidP="00DA2BDB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DA2BDB" w:rsidRPr="00DA2BDB" w:rsidRDefault="00DA2BDB" w:rsidP="00DA2BD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3" o:spid="_x0000_s1043" type="#_x0000_t202" style="position:absolute;left:0;text-align:left;margin-left:106.5pt;margin-top:330.6pt;width:124.8pt;height:54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" filled="f" stroked="f" strokecolor="gray" strokeweight=".25pt">
                      <v:stroke dashstyle="1 1" endcap="round"/>
                      <v:textbox>
                        <w:txbxContent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DA2BDB" w:rsidRPr="00C2328A" w:rsidRDefault="00DA2BDB" w:rsidP="00DA2BDB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DA2BDB" w:rsidRPr="00DA2BDB" w:rsidRDefault="00DA2BDB" w:rsidP="00DA2BDB"/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4017645</wp:posOffset>
                      </wp:positionH>
                      <wp:positionV relativeFrom="paragraph">
                        <wp:posOffset>1216025</wp:posOffset>
                      </wp:positionV>
                      <wp:extent cx="617220" cy="220980"/>
                      <wp:effectExtent l="3810" t="0" r="0" b="0"/>
                      <wp:wrapNone/>
                      <wp:docPr id="8" name="Text Box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F6201D" w:rsidRDefault="00DA2BDB" w:rsidP="008B349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5" o:spid="_x0000_s1044" type="#_x0000_t202" style="position:absolute;left:0;text-align:left;margin-left:316.35pt;margin-top:95.75pt;width:48.6pt;height:17.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A2BDB" w:rsidRPr="00F6201D" w:rsidRDefault="00DA2BDB" w:rsidP="008B349C"/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4520565</wp:posOffset>
                      </wp:positionH>
                      <wp:positionV relativeFrom="paragraph">
                        <wp:posOffset>1017905</wp:posOffset>
                      </wp:positionV>
                      <wp:extent cx="563880" cy="220980"/>
                      <wp:effectExtent l="1905" t="1270" r="0" b="0"/>
                      <wp:wrapNone/>
                      <wp:docPr id="7" name="Text Box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88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F6201D" w:rsidRDefault="00DA2BDB" w:rsidP="008B349C">
                                  <w:pPr>
                                    <w:jc w:val="righ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4" o:spid="_x0000_s1045" type="#_x0000_t202" style="position:absolute;left:0;text-align:left;margin-left:355.95pt;margin-top:80.15pt;width:44.4pt;height:17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" filled="f" stroked="f" strokecolor="gray" strokeweight=".25pt">
                      <v:stroke dashstyle="1 1" endcap="round"/>
                      <v:textbox>
                        <w:txbxContent>
                          <w:p w:rsidR="00DA2BDB" w:rsidRPr="00F6201D" w:rsidRDefault="00DA2BDB" w:rsidP="008B349C">
                            <w:pPr>
                              <w:jc w:val="righ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2BDB" w:rsidRPr="00AD4CCC" w:rsidTr="00AD4CCC"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6A637F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AD4CCC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779780</wp:posOffset>
                      </wp:positionH>
                      <wp:positionV relativeFrom="paragraph">
                        <wp:posOffset>18415</wp:posOffset>
                      </wp:positionV>
                      <wp:extent cx="395605" cy="61595"/>
                      <wp:effectExtent l="13970" t="10795" r="9525" b="13335"/>
                      <wp:wrapNone/>
                      <wp:docPr id="6" name="Freeform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DDFE82" id="Freeform 379" o:spid="_x0000_s1026" style="position:absolute;margin-left:61.4pt;margin-top:1.45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6A637F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2505710</wp:posOffset>
                      </wp:positionH>
                      <wp:positionV relativeFrom="paragraph">
                        <wp:posOffset>10795</wp:posOffset>
                      </wp:positionV>
                      <wp:extent cx="395605" cy="61595"/>
                      <wp:effectExtent l="13335" t="12700" r="10160" b="11430"/>
                      <wp:wrapNone/>
                      <wp:docPr id="5" name="Freeform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A4E9B" id="Freeform 381" o:spid="_x0000_s1026" style="position:absolute;margin-left:197.3pt;margin-top:.85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1739900</wp:posOffset>
                      </wp:positionH>
                      <wp:positionV relativeFrom="paragraph">
                        <wp:posOffset>15875</wp:posOffset>
                      </wp:positionV>
                      <wp:extent cx="395605" cy="61595"/>
                      <wp:effectExtent l="9525" t="8255" r="13970" b="15875"/>
                      <wp:wrapNone/>
                      <wp:docPr id="4" name="Freeform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9FF2D9" id="Freeform 380" o:spid="_x0000_s1026" style="position:absolute;margin-left:137pt;margin-top:1.25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6985</wp:posOffset>
                      </wp:positionV>
                      <wp:extent cx="395605" cy="61595"/>
                      <wp:effectExtent l="5715" t="8890" r="8255" b="15240"/>
                      <wp:wrapNone/>
                      <wp:docPr id="3" name="Freeform 37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9AAD6A" id="Freeform 378" o:spid="_x0000_s1026" alt="Granite" style="position:absolute;margin-left:48.2pt;margin-top:.55pt;width:31.15pt;height:4.8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3723640</wp:posOffset>
                      </wp:positionH>
                      <wp:positionV relativeFrom="paragraph">
                        <wp:posOffset>10795</wp:posOffset>
                      </wp:positionV>
                      <wp:extent cx="335280" cy="62865"/>
                      <wp:effectExtent l="12065" t="12700" r="33655" b="10160"/>
                      <wp:wrapNone/>
                      <wp:docPr id="2" name="Freeform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723171" id="Freeform 382" o:spid="_x0000_s1026" style="position:absolute;margin-left:293.2pt;margin-top:.85pt;width:26.4pt;height:4.9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CmxBQQAADsNAAAOAAAAZHJzL2Uyb0RvYy54bWysV12PmzgUfV+p/8HyY6UO2CR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</w:t>
            </w:r>
            <w:proofErr w:type="spellStart"/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 Calcific                Smooth Surface                Irregular Surface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82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proofErr w:type="spellStart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Aortoiliac</w:t>
            </w:r>
            <w:proofErr w:type="spellEnd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 xml:space="preserve"> Segment: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6A637F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Normal calibre Aorta. 50-74% right EIA stenosis. 50-74% proximal left CIA stenosis.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6A637F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arterial disease seen.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 xml:space="preserve">Proximal </w:t>
            </w:r>
            <w:proofErr w:type="spellStart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Profunda</w:t>
            </w:r>
            <w:proofErr w:type="spellEnd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Femoris</w:t>
            </w:r>
            <w:proofErr w:type="spellEnd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6A637F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 at origin.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6A637F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There is a long tight stenosis (75-99%) in the mid SFA.</w:t>
            </w:r>
          </w:p>
        </w:tc>
      </w:tr>
      <w:tr w:rsidR="006A637F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A637F" w:rsidRPr="00AD4CCC" w:rsidRDefault="006A637F" w:rsidP="006A637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A637F" w:rsidRPr="00AD4CCC" w:rsidRDefault="006A637F" w:rsidP="006A637F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arterial disease seen.</w:t>
            </w:r>
          </w:p>
        </w:tc>
      </w:tr>
      <w:tr w:rsidR="006A637F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A637F" w:rsidRPr="00AD4CCC" w:rsidRDefault="006A637F" w:rsidP="006A637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A637F" w:rsidRDefault="006A637F" w:rsidP="006A637F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3 vessel run off seen to cross the ankle. No significant stenosis seen.</w:t>
            </w:r>
          </w:p>
          <w:p w:rsidR="006A637F" w:rsidRPr="00AD4CCC" w:rsidRDefault="006A637F" w:rsidP="006A637F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6A637F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A637F" w:rsidRPr="00AD4CCC" w:rsidRDefault="006A637F" w:rsidP="006A637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AD4CCC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A637F" w:rsidRPr="00AD4CCC" w:rsidRDefault="006A637F" w:rsidP="006A637F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485B7E" w:rsidRDefault="00694581">
      <w:pPr>
        <w:rPr>
          <w:rFonts w:ascii="Arial" w:hAnsi="Arial" w:cs="Arial"/>
          <w:sz w:val="18"/>
          <w:szCs w:val="18"/>
        </w:rPr>
      </w:pPr>
    </w:p>
    <w:sectPr w:rsidR="00694581" w:rsidRPr="00485B7E" w:rsidSect="000432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37F" w:rsidRDefault="006A637F">
      <w:r>
        <w:separator/>
      </w:r>
    </w:p>
  </w:endnote>
  <w:endnote w:type="continuationSeparator" w:id="0">
    <w:p w:rsidR="006A637F" w:rsidRDefault="006A6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F05" w:rsidRDefault="007E0F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420" w:rsidRPr="009B78AC" w:rsidRDefault="00042420" w:rsidP="009B78AC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F05" w:rsidRDefault="007E0F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37F" w:rsidRDefault="006A637F">
      <w:r>
        <w:separator/>
      </w:r>
    </w:p>
  </w:footnote>
  <w:footnote w:type="continuationSeparator" w:id="0">
    <w:p w:rsidR="006A637F" w:rsidRDefault="006A6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F05" w:rsidRDefault="007E0F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2AB" w:rsidRDefault="006A637F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4772025</wp:posOffset>
          </wp:positionH>
          <wp:positionV relativeFrom="paragraph">
            <wp:posOffset>-9525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F05" w:rsidRDefault="007E0F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37F"/>
    <w:rsid w:val="00042420"/>
    <w:rsid w:val="000432AB"/>
    <w:rsid w:val="00043F16"/>
    <w:rsid w:val="00082FF5"/>
    <w:rsid w:val="00086614"/>
    <w:rsid w:val="00091394"/>
    <w:rsid w:val="000A3239"/>
    <w:rsid w:val="00106CEB"/>
    <w:rsid w:val="00130125"/>
    <w:rsid w:val="00130D4E"/>
    <w:rsid w:val="0015111F"/>
    <w:rsid w:val="00183E5B"/>
    <w:rsid w:val="002027E7"/>
    <w:rsid w:val="00202BBA"/>
    <w:rsid w:val="0020510B"/>
    <w:rsid w:val="00210AA3"/>
    <w:rsid w:val="00216637"/>
    <w:rsid w:val="002523B4"/>
    <w:rsid w:val="00252DD3"/>
    <w:rsid w:val="00260635"/>
    <w:rsid w:val="002627E4"/>
    <w:rsid w:val="00267D9C"/>
    <w:rsid w:val="00274108"/>
    <w:rsid w:val="00282F69"/>
    <w:rsid w:val="002845F4"/>
    <w:rsid w:val="00292A06"/>
    <w:rsid w:val="002C2267"/>
    <w:rsid w:val="002D5608"/>
    <w:rsid w:val="002F29A9"/>
    <w:rsid w:val="002F6CBE"/>
    <w:rsid w:val="00301EB7"/>
    <w:rsid w:val="00317A10"/>
    <w:rsid w:val="00324B94"/>
    <w:rsid w:val="00332965"/>
    <w:rsid w:val="003512C1"/>
    <w:rsid w:val="00377319"/>
    <w:rsid w:val="00387E23"/>
    <w:rsid w:val="003A31C2"/>
    <w:rsid w:val="003B7DF9"/>
    <w:rsid w:val="00400424"/>
    <w:rsid w:val="00411DD4"/>
    <w:rsid w:val="0041713E"/>
    <w:rsid w:val="0043201F"/>
    <w:rsid w:val="004400FD"/>
    <w:rsid w:val="00443A11"/>
    <w:rsid w:val="00446D9E"/>
    <w:rsid w:val="004479C2"/>
    <w:rsid w:val="004638FD"/>
    <w:rsid w:val="00475D18"/>
    <w:rsid w:val="0048352E"/>
    <w:rsid w:val="00485B7E"/>
    <w:rsid w:val="004932D3"/>
    <w:rsid w:val="004934E7"/>
    <w:rsid w:val="00495E7E"/>
    <w:rsid w:val="004A5B9A"/>
    <w:rsid w:val="004F7760"/>
    <w:rsid w:val="00557B5A"/>
    <w:rsid w:val="00563FE1"/>
    <w:rsid w:val="00572033"/>
    <w:rsid w:val="005812E7"/>
    <w:rsid w:val="005B625A"/>
    <w:rsid w:val="005E5BC0"/>
    <w:rsid w:val="005F2B04"/>
    <w:rsid w:val="0063591E"/>
    <w:rsid w:val="0064526C"/>
    <w:rsid w:val="006571CF"/>
    <w:rsid w:val="00687CAB"/>
    <w:rsid w:val="00694581"/>
    <w:rsid w:val="006A4D8E"/>
    <w:rsid w:val="006A637F"/>
    <w:rsid w:val="00704284"/>
    <w:rsid w:val="00756F42"/>
    <w:rsid w:val="0077506E"/>
    <w:rsid w:val="00781E01"/>
    <w:rsid w:val="00784424"/>
    <w:rsid w:val="00796C22"/>
    <w:rsid w:val="007A7B01"/>
    <w:rsid w:val="007C096F"/>
    <w:rsid w:val="007D2F8F"/>
    <w:rsid w:val="007E0A39"/>
    <w:rsid w:val="007E0F05"/>
    <w:rsid w:val="007F000A"/>
    <w:rsid w:val="007F42AE"/>
    <w:rsid w:val="00845175"/>
    <w:rsid w:val="008527CA"/>
    <w:rsid w:val="00861785"/>
    <w:rsid w:val="008B349C"/>
    <w:rsid w:val="008B5D7F"/>
    <w:rsid w:val="008D17F9"/>
    <w:rsid w:val="008D344E"/>
    <w:rsid w:val="008D7812"/>
    <w:rsid w:val="008E427B"/>
    <w:rsid w:val="00911F56"/>
    <w:rsid w:val="0093355A"/>
    <w:rsid w:val="00937D9E"/>
    <w:rsid w:val="0094691B"/>
    <w:rsid w:val="009725AE"/>
    <w:rsid w:val="009764F6"/>
    <w:rsid w:val="009A10DE"/>
    <w:rsid w:val="009A34D2"/>
    <w:rsid w:val="009A5CA0"/>
    <w:rsid w:val="009B78AC"/>
    <w:rsid w:val="009C6954"/>
    <w:rsid w:val="009D2BAA"/>
    <w:rsid w:val="009F11ED"/>
    <w:rsid w:val="00A00D03"/>
    <w:rsid w:val="00A0184B"/>
    <w:rsid w:val="00A50BBC"/>
    <w:rsid w:val="00A5497F"/>
    <w:rsid w:val="00A7491A"/>
    <w:rsid w:val="00AA6449"/>
    <w:rsid w:val="00AA7A3D"/>
    <w:rsid w:val="00AC7F98"/>
    <w:rsid w:val="00AD4CCC"/>
    <w:rsid w:val="00AE30A1"/>
    <w:rsid w:val="00AF27D7"/>
    <w:rsid w:val="00AF65F1"/>
    <w:rsid w:val="00B03316"/>
    <w:rsid w:val="00B46ED4"/>
    <w:rsid w:val="00B642B2"/>
    <w:rsid w:val="00B67AFA"/>
    <w:rsid w:val="00B93720"/>
    <w:rsid w:val="00BC1887"/>
    <w:rsid w:val="00C01F68"/>
    <w:rsid w:val="00C0220C"/>
    <w:rsid w:val="00C4581A"/>
    <w:rsid w:val="00C46C3E"/>
    <w:rsid w:val="00C47CD3"/>
    <w:rsid w:val="00C753A0"/>
    <w:rsid w:val="00C9350C"/>
    <w:rsid w:val="00CA6AD9"/>
    <w:rsid w:val="00CB0994"/>
    <w:rsid w:val="00CC6657"/>
    <w:rsid w:val="00CD1485"/>
    <w:rsid w:val="00CD7188"/>
    <w:rsid w:val="00CE0663"/>
    <w:rsid w:val="00CF4D99"/>
    <w:rsid w:val="00CF5D0F"/>
    <w:rsid w:val="00CF7A3E"/>
    <w:rsid w:val="00D34D9F"/>
    <w:rsid w:val="00D42CEC"/>
    <w:rsid w:val="00D605F8"/>
    <w:rsid w:val="00D662EE"/>
    <w:rsid w:val="00D7046F"/>
    <w:rsid w:val="00D8557F"/>
    <w:rsid w:val="00DA2BDB"/>
    <w:rsid w:val="00DD13FB"/>
    <w:rsid w:val="00E071B6"/>
    <w:rsid w:val="00E21EED"/>
    <w:rsid w:val="00E36F1E"/>
    <w:rsid w:val="00E609FE"/>
    <w:rsid w:val="00E64FCC"/>
    <w:rsid w:val="00E70784"/>
    <w:rsid w:val="00E75EB3"/>
    <w:rsid w:val="00E86176"/>
    <w:rsid w:val="00E96ADB"/>
    <w:rsid w:val="00EB390A"/>
    <w:rsid w:val="00ED6EC7"/>
    <w:rsid w:val="00EE4D5D"/>
    <w:rsid w:val="00F17B3B"/>
    <w:rsid w:val="00F212E8"/>
    <w:rsid w:val="00F27A7E"/>
    <w:rsid w:val="00FA61EE"/>
    <w:rsid w:val="00FC3506"/>
    <w:rsid w:val="00FD5807"/>
    <w:rsid w:val="00FD5B46"/>
    <w:rsid w:val="00FE1BCB"/>
    <w:rsid w:val="00FE75A5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4542D4E"/>
  <w15:chartTrackingRefBased/>
  <w15:docId w15:val="{B1FF8F31-FB68-46E6-BC4C-A410A84B8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RIGHT%20SIDE\Arterial%20Rt%20LE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Arterial Rt LEA</Template>
  <TotalTime>1</TotalTime>
  <Pages>2</Pages>
  <Words>117</Words>
  <Characters>867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James, Robert</dc:creator>
  <cp:keywords/>
  <cp:lastModifiedBy>James, Robert</cp:lastModifiedBy>
  <cp:revision>2</cp:revision>
  <cp:lastPrinted>1900-01-01T00:00:00Z</cp:lastPrinted>
  <dcterms:created xsi:type="dcterms:W3CDTF">2020-08-12T07:45:00Z</dcterms:created>
  <dcterms:modified xsi:type="dcterms:W3CDTF">2020-08-12T07:45:00Z</dcterms:modified>
  <cp:category>Patient Report</cp:category>
</cp:coreProperties>
</file>